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4EFCD" w14:textId="7499AC07" w:rsidR="0009240A" w:rsidRPr="00B667EF" w:rsidRDefault="0009240A">
      <w:pPr>
        <w:pStyle w:val="Nagwek1"/>
        <w:jc w:val="left"/>
        <w:rPr>
          <w:b/>
          <w:i w:val="0"/>
          <w:sz w:val="28"/>
          <w:szCs w:val="28"/>
        </w:rPr>
      </w:pPr>
      <w:r w:rsidRPr="00C701ED">
        <w:rPr>
          <w:i w:val="0"/>
          <w:szCs w:val="24"/>
        </w:rPr>
        <w:t xml:space="preserve">Nr </w:t>
      </w:r>
      <w:r w:rsidR="00CD6E89" w:rsidRPr="00C701ED">
        <w:rPr>
          <w:i w:val="0"/>
          <w:szCs w:val="24"/>
        </w:rPr>
        <w:t>sprawy</w:t>
      </w:r>
      <w:r w:rsidR="00CD6E89" w:rsidRPr="00C701ED">
        <w:rPr>
          <w:b/>
          <w:szCs w:val="24"/>
        </w:rPr>
        <w:t xml:space="preserve">: </w:t>
      </w:r>
      <w:r w:rsidR="00CD6E89" w:rsidRPr="00C701ED">
        <w:rPr>
          <w:b/>
          <w:i w:val="0"/>
          <w:szCs w:val="24"/>
        </w:rPr>
        <w:t>DZP</w:t>
      </w:r>
      <w:r w:rsidR="00BA2EBA" w:rsidRPr="00C701ED">
        <w:rPr>
          <w:b/>
          <w:i w:val="0"/>
          <w:szCs w:val="24"/>
        </w:rPr>
        <w:t>.271</w:t>
      </w:r>
      <w:r w:rsidR="000316AA">
        <w:rPr>
          <w:b/>
          <w:i w:val="0"/>
          <w:szCs w:val="24"/>
        </w:rPr>
        <w:t>.10</w:t>
      </w:r>
      <w:r w:rsidR="007A13FF">
        <w:rPr>
          <w:b/>
          <w:i w:val="0"/>
          <w:szCs w:val="24"/>
        </w:rPr>
        <w:t>.</w:t>
      </w:r>
      <w:r w:rsidR="00803631">
        <w:rPr>
          <w:b/>
          <w:i w:val="0"/>
          <w:szCs w:val="24"/>
        </w:rPr>
        <w:t>2025</w:t>
      </w:r>
      <w:r w:rsidR="0038688F" w:rsidRPr="00C701ED">
        <w:rPr>
          <w:b/>
          <w:i w:val="0"/>
          <w:szCs w:val="24"/>
        </w:rPr>
        <w:t xml:space="preserve"> </w:t>
      </w:r>
      <w:r w:rsidR="00A31C96" w:rsidRPr="00C701ED">
        <w:rPr>
          <w:b/>
          <w:i w:val="0"/>
          <w:szCs w:val="24"/>
        </w:rPr>
        <w:t xml:space="preserve">              </w:t>
      </w:r>
      <w:r w:rsidR="00BA2139" w:rsidRPr="00C701ED">
        <w:rPr>
          <w:b/>
          <w:i w:val="0"/>
          <w:szCs w:val="24"/>
        </w:rPr>
        <w:t xml:space="preserve">        </w:t>
      </w:r>
      <w:r w:rsidR="00A31C96" w:rsidRPr="00C701ED">
        <w:rPr>
          <w:b/>
          <w:i w:val="0"/>
          <w:szCs w:val="24"/>
        </w:rPr>
        <w:t xml:space="preserve"> </w:t>
      </w:r>
      <w:r w:rsidR="00992B44" w:rsidRPr="00C701ED">
        <w:rPr>
          <w:b/>
          <w:i w:val="0"/>
          <w:szCs w:val="24"/>
        </w:rPr>
        <w:t xml:space="preserve">         </w:t>
      </w:r>
      <w:r w:rsidR="002549CC" w:rsidRPr="00C701ED">
        <w:rPr>
          <w:b/>
          <w:i w:val="0"/>
          <w:szCs w:val="24"/>
        </w:rPr>
        <w:t xml:space="preserve">   </w:t>
      </w:r>
      <w:r w:rsidR="00992B44" w:rsidRPr="00C701ED">
        <w:rPr>
          <w:b/>
          <w:i w:val="0"/>
          <w:szCs w:val="24"/>
        </w:rPr>
        <w:t xml:space="preserve"> </w:t>
      </w:r>
      <w:r w:rsidR="00B37C30" w:rsidRPr="00C701ED">
        <w:rPr>
          <w:b/>
          <w:i w:val="0"/>
          <w:szCs w:val="24"/>
        </w:rPr>
        <w:t xml:space="preserve">        </w:t>
      </w:r>
      <w:r w:rsidR="00992B44" w:rsidRPr="00C701ED">
        <w:rPr>
          <w:b/>
          <w:i w:val="0"/>
          <w:szCs w:val="24"/>
        </w:rPr>
        <w:t xml:space="preserve">  </w:t>
      </w:r>
      <w:r w:rsidR="00C701ED" w:rsidRPr="00C701ED">
        <w:rPr>
          <w:b/>
          <w:i w:val="0"/>
          <w:szCs w:val="24"/>
        </w:rPr>
        <w:t xml:space="preserve">             </w:t>
      </w:r>
      <w:r w:rsidR="00CD7AD6" w:rsidRPr="00C701ED">
        <w:rPr>
          <w:b/>
          <w:i w:val="0"/>
          <w:szCs w:val="24"/>
        </w:rPr>
        <w:t xml:space="preserve"> </w:t>
      </w:r>
      <w:r w:rsidR="006B656A" w:rsidRPr="00C701ED">
        <w:rPr>
          <w:b/>
          <w:i w:val="0"/>
          <w:szCs w:val="24"/>
        </w:rPr>
        <w:t xml:space="preserve">Załącznik </w:t>
      </w:r>
      <w:r w:rsidR="00864B8E" w:rsidRPr="00C701ED">
        <w:rPr>
          <w:b/>
          <w:i w:val="0"/>
          <w:szCs w:val="24"/>
        </w:rPr>
        <w:t xml:space="preserve">nr </w:t>
      </w:r>
      <w:r w:rsidR="00493546">
        <w:rPr>
          <w:b/>
          <w:i w:val="0"/>
          <w:szCs w:val="24"/>
        </w:rPr>
        <w:t>6</w:t>
      </w:r>
      <w:r w:rsidRPr="00C701ED">
        <w:rPr>
          <w:b/>
          <w:i w:val="0"/>
          <w:szCs w:val="24"/>
        </w:rPr>
        <w:t xml:space="preserve"> </w:t>
      </w:r>
      <w:r w:rsidR="000D0EA5" w:rsidRPr="00C701ED">
        <w:rPr>
          <w:b/>
          <w:i w:val="0"/>
          <w:szCs w:val="24"/>
        </w:rPr>
        <w:t>do S</w:t>
      </w:r>
      <w:r w:rsidR="00864B8E" w:rsidRPr="00C701ED">
        <w:rPr>
          <w:b/>
          <w:i w:val="0"/>
          <w:szCs w:val="24"/>
        </w:rPr>
        <w:t>WZ</w:t>
      </w:r>
      <w:r w:rsidRPr="00B667EF">
        <w:rPr>
          <w:b/>
          <w:i w:val="0"/>
          <w:sz w:val="28"/>
          <w:szCs w:val="28"/>
        </w:rPr>
        <w:t xml:space="preserve"> </w:t>
      </w:r>
      <w:r w:rsidRPr="00B667EF">
        <w:rPr>
          <w:i w:val="0"/>
          <w:sz w:val="28"/>
          <w:szCs w:val="28"/>
        </w:rPr>
        <w:t xml:space="preserve">                                               </w:t>
      </w:r>
    </w:p>
    <w:p w14:paraId="2DF06324" w14:textId="77777777" w:rsidR="005D7CC9" w:rsidRPr="00B667EF" w:rsidRDefault="005D7CC9" w:rsidP="0038688F">
      <w:pPr>
        <w:pStyle w:val="Tekstpodstawowy"/>
        <w:rPr>
          <w:szCs w:val="24"/>
        </w:rPr>
      </w:pPr>
    </w:p>
    <w:p w14:paraId="7A18237B" w14:textId="48A7E15B" w:rsidR="0038688F" w:rsidRPr="00B667EF" w:rsidRDefault="00CD6E89" w:rsidP="00CD75B6">
      <w:pPr>
        <w:jc w:val="center"/>
      </w:pPr>
      <w:r>
        <w:rPr>
          <w:b/>
          <w:sz w:val="24"/>
          <w:szCs w:val="24"/>
        </w:rPr>
        <w:t xml:space="preserve">WYKAZ </w:t>
      </w:r>
      <w:r w:rsidR="00CD75B6" w:rsidRPr="00CD75B6">
        <w:rPr>
          <w:b/>
          <w:sz w:val="24"/>
          <w:szCs w:val="24"/>
        </w:rPr>
        <w:t xml:space="preserve">ROBÓT BUDOWLANYCH </w:t>
      </w:r>
    </w:p>
    <w:p w14:paraId="0B1629DC" w14:textId="77777777" w:rsidR="0029112A" w:rsidRDefault="0029112A" w:rsidP="00BC289A">
      <w:pPr>
        <w:ind w:right="-993"/>
        <w:jc w:val="both"/>
        <w:rPr>
          <w:sz w:val="24"/>
          <w:szCs w:val="24"/>
        </w:rPr>
      </w:pPr>
    </w:p>
    <w:p w14:paraId="6C50A048" w14:textId="2AE028A4" w:rsidR="000D0EA5" w:rsidRPr="00E87F98" w:rsidRDefault="00750868" w:rsidP="00E87F98">
      <w:pPr>
        <w:jc w:val="both"/>
        <w:rPr>
          <w:b/>
          <w:sz w:val="22"/>
          <w:szCs w:val="22"/>
        </w:rPr>
      </w:pPr>
      <w:r>
        <w:rPr>
          <w:sz w:val="24"/>
          <w:szCs w:val="24"/>
        </w:rPr>
        <w:tab/>
      </w:r>
      <w:r w:rsidR="000D0EA5" w:rsidRPr="00E87F98">
        <w:rPr>
          <w:sz w:val="22"/>
          <w:szCs w:val="22"/>
        </w:rPr>
        <w:t>Składając ofertę w postępowaniu o udzielenie zamówienia publicznego</w:t>
      </w:r>
      <w:r w:rsidR="00C701ED" w:rsidRPr="00E87F98">
        <w:rPr>
          <w:sz w:val="22"/>
          <w:szCs w:val="22"/>
        </w:rPr>
        <w:t xml:space="preserve"> prowadzonego w trybie podstawowym bez negocjacji na podstawie art. 275 pkt 1 ustawy Pzp</w:t>
      </w:r>
      <w:r w:rsidR="000D0EA5" w:rsidRPr="00E87F98">
        <w:rPr>
          <w:sz w:val="22"/>
          <w:szCs w:val="22"/>
        </w:rPr>
        <w:t xml:space="preserve"> pn.:</w:t>
      </w:r>
      <w:r w:rsidRPr="00E87F98">
        <w:rPr>
          <w:b/>
          <w:sz w:val="22"/>
          <w:szCs w:val="22"/>
        </w:rPr>
        <w:t xml:space="preserve"> </w:t>
      </w:r>
      <w:r w:rsidR="000316AA">
        <w:rPr>
          <w:b/>
          <w:i/>
          <w:sz w:val="24"/>
          <w:szCs w:val="24"/>
        </w:rPr>
        <w:t xml:space="preserve">„Wykonanie nawierzchni </w:t>
      </w:r>
      <w:r w:rsidR="000316AA">
        <w:rPr>
          <w:b/>
          <w:i/>
          <w:sz w:val="24"/>
          <w:szCs w:val="24"/>
        </w:rPr>
        <w:br/>
      </w:r>
      <w:bookmarkStart w:id="0" w:name="_GoBack"/>
      <w:bookmarkEnd w:id="0"/>
      <w:r w:rsidR="000316AA">
        <w:rPr>
          <w:b/>
          <w:i/>
          <w:sz w:val="24"/>
          <w:szCs w:val="24"/>
        </w:rPr>
        <w:t>z masy mineralno-bitumicznej na placu ZDiZ w Suwałkach przy ul. Sejneńskiej 84”</w:t>
      </w:r>
      <w:r w:rsidR="000316AA">
        <w:rPr>
          <w:b/>
          <w:sz w:val="22"/>
          <w:szCs w:val="22"/>
        </w:rPr>
        <w:t xml:space="preserve"> </w:t>
      </w:r>
      <w:r w:rsidR="00DD2CC4" w:rsidRPr="00E87F98">
        <w:rPr>
          <w:sz w:val="22"/>
          <w:szCs w:val="22"/>
        </w:rPr>
        <w:t>oświadczam</w:t>
      </w:r>
      <w:r w:rsidR="000D0EA5" w:rsidRPr="00E87F98">
        <w:rPr>
          <w:sz w:val="22"/>
          <w:szCs w:val="22"/>
        </w:rPr>
        <w:t xml:space="preserve">, że stosownie do warunku dotyczącego </w:t>
      </w:r>
      <w:r w:rsidR="00194E71" w:rsidRPr="00E87F98">
        <w:rPr>
          <w:sz w:val="22"/>
          <w:szCs w:val="22"/>
        </w:rPr>
        <w:t xml:space="preserve">zdolności technicznej lub zawodowej </w:t>
      </w:r>
      <w:r w:rsidR="000D0EA5" w:rsidRPr="00E87F98">
        <w:rPr>
          <w:sz w:val="22"/>
          <w:szCs w:val="22"/>
        </w:rPr>
        <w:t>wykonaliśmy następujące roboty budowl</w:t>
      </w:r>
      <w:r w:rsidR="005B6020" w:rsidRPr="00E87F98">
        <w:rPr>
          <w:sz w:val="22"/>
          <w:szCs w:val="22"/>
        </w:rPr>
        <w:t>a</w:t>
      </w:r>
      <w:r w:rsidR="000D0EA5" w:rsidRPr="00E87F98">
        <w:rPr>
          <w:sz w:val="22"/>
          <w:szCs w:val="22"/>
        </w:rPr>
        <w:t>ne:</w:t>
      </w:r>
    </w:p>
    <w:p w14:paraId="6C21CF4F" w14:textId="77777777" w:rsidR="0029112A" w:rsidRPr="00B667EF" w:rsidRDefault="0029112A" w:rsidP="00BC289A">
      <w:pPr>
        <w:ind w:right="-993"/>
        <w:jc w:val="both"/>
        <w:rPr>
          <w:sz w:val="24"/>
          <w:szCs w:val="24"/>
        </w:rPr>
      </w:pPr>
    </w:p>
    <w:tbl>
      <w:tblPr>
        <w:tblW w:w="978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2"/>
        <w:gridCol w:w="2976"/>
        <w:gridCol w:w="2127"/>
        <w:gridCol w:w="1559"/>
      </w:tblGrid>
      <w:tr w:rsidR="0040181B" w:rsidRPr="0040181B" w14:paraId="3CAC6AB0" w14:textId="77777777" w:rsidTr="00CD6E89">
        <w:trPr>
          <w:trHeight w:val="1967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8E811A" w14:textId="08656A35" w:rsidR="00CD6E89" w:rsidRPr="00A15741" w:rsidRDefault="00CD6E89" w:rsidP="00CD6E89">
            <w:pPr>
              <w:jc w:val="center"/>
              <w:rPr>
                <w:b/>
                <w:sz w:val="22"/>
                <w:szCs w:val="22"/>
              </w:rPr>
            </w:pPr>
            <w:r w:rsidRPr="00A15741">
              <w:rPr>
                <w:b/>
                <w:sz w:val="22"/>
                <w:szCs w:val="22"/>
              </w:rPr>
              <w:t xml:space="preserve">Podmiot, </w:t>
            </w:r>
            <w:r w:rsidRPr="00A15741">
              <w:rPr>
                <w:b/>
                <w:sz w:val="22"/>
                <w:szCs w:val="22"/>
              </w:rPr>
              <w:br/>
              <w:t xml:space="preserve">na </w:t>
            </w:r>
            <w:r w:rsidR="00370531" w:rsidRPr="00A15741">
              <w:rPr>
                <w:b/>
                <w:sz w:val="22"/>
                <w:szCs w:val="22"/>
              </w:rPr>
              <w:t>rzecz, którego</w:t>
            </w:r>
            <w:r w:rsidRPr="00A15741">
              <w:rPr>
                <w:b/>
                <w:sz w:val="22"/>
                <w:szCs w:val="22"/>
              </w:rPr>
              <w:t xml:space="preserve"> roboty zostały wykonane</w:t>
            </w:r>
          </w:p>
          <w:p w14:paraId="21B549DA" w14:textId="04FBA0A2" w:rsidR="0040181B" w:rsidRPr="00A15741" w:rsidRDefault="00CD6E89" w:rsidP="00CD6E89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15741">
              <w:rPr>
                <w:color w:val="000000"/>
                <w:sz w:val="22"/>
                <w:szCs w:val="22"/>
              </w:rPr>
              <w:t>(nazwa i adres)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DEFE0C" w14:textId="77777777" w:rsidR="0040181B" w:rsidRPr="00A15741" w:rsidRDefault="0040181B" w:rsidP="0040181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5741">
              <w:rPr>
                <w:b/>
                <w:sz w:val="22"/>
                <w:szCs w:val="22"/>
                <w:lang w:eastAsia="en-US"/>
              </w:rPr>
              <w:t>Wartość</w:t>
            </w:r>
          </w:p>
          <w:p w14:paraId="7FC4E1A1" w14:textId="77777777" w:rsidR="0040181B" w:rsidRPr="00A15741" w:rsidRDefault="0040181B" w:rsidP="0040181B">
            <w:pPr>
              <w:jc w:val="center"/>
              <w:rPr>
                <w:sz w:val="22"/>
                <w:szCs w:val="22"/>
                <w:lang w:eastAsia="en-US"/>
              </w:rPr>
            </w:pPr>
            <w:r w:rsidRPr="00A15741">
              <w:rPr>
                <w:sz w:val="22"/>
                <w:szCs w:val="22"/>
                <w:lang w:eastAsia="en-US"/>
              </w:rPr>
              <w:t>(w zł)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7848D" w14:textId="37357F38" w:rsidR="00CD6E89" w:rsidRPr="00A15741" w:rsidRDefault="0040181B" w:rsidP="00CD6E89">
            <w:pPr>
              <w:ind w:left="720"/>
              <w:rPr>
                <w:b/>
                <w:sz w:val="22"/>
                <w:szCs w:val="22"/>
                <w:lang w:eastAsia="en-US"/>
              </w:rPr>
            </w:pPr>
            <w:r w:rsidRPr="00A15741">
              <w:rPr>
                <w:b/>
                <w:sz w:val="22"/>
                <w:szCs w:val="22"/>
                <w:lang w:eastAsia="en-US"/>
              </w:rPr>
              <w:t>Rodzaj robót budowlanych</w:t>
            </w:r>
            <w:r w:rsidR="00CD6E89" w:rsidRPr="00A15741">
              <w:rPr>
                <w:b/>
                <w:sz w:val="22"/>
                <w:szCs w:val="22"/>
                <w:lang w:eastAsia="en-US"/>
              </w:rPr>
              <w:t xml:space="preserve"> i miejsce wykonywania robót</w:t>
            </w:r>
          </w:p>
          <w:p w14:paraId="3F10E46F" w14:textId="2F72F463" w:rsidR="0040181B" w:rsidRPr="00A15741" w:rsidRDefault="0040181B" w:rsidP="00CD6E89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185569" w14:textId="1FC2CD9B" w:rsidR="0040181B" w:rsidRPr="00A15741" w:rsidRDefault="0040181B" w:rsidP="0040181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5741">
              <w:rPr>
                <w:b/>
                <w:sz w:val="22"/>
                <w:szCs w:val="22"/>
                <w:lang w:eastAsia="en-US"/>
              </w:rPr>
              <w:t>Data wykonania</w:t>
            </w:r>
            <w:r w:rsidR="00CD6E89" w:rsidRPr="00A15741">
              <w:rPr>
                <w:b/>
                <w:sz w:val="22"/>
                <w:szCs w:val="22"/>
                <w:lang w:eastAsia="en-US"/>
              </w:rPr>
              <w:t xml:space="preserve"> robót</w:t>
            </w:r>
          </w:p>
          <w:p w14:paraId="6E9163E0" w14:textId="77777777" w:rsidR="0040181B" w:rsidRPr="00A15741" w:rsidRDefault="0040181B" w:rsidP="0040181B">
            <w:pPr>
              <w:jc w:val="center"/>
              <w:rPr>
                <w:bCs/>
                <w:iCs/>
                <w:sz w:val="22"/>
                <w:szCs w:val="22"/>
                <w:lang w:val="de-DE" w:eastAsia="en-US"/>
              </w:rPr>
            </w:pPr>
            <w:r w:rsidRPr="00A15741">
              <w:rPr>
                <w:bCs/>
                <w:iCs/>
                <w:sz w:val="22"/>
                <w:szCs w:val="22"/>
                <w:lang w:val="de-DE" w:eastAsia="en-US"/>
              </w:rPr>
              <w:t>(dd/mm/rrrr - dd/mm/rrrr)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5AB17432" w14:textId="60D1C1EC" w:rsidR="0040181B" w:rsidRPr="00A15741" w:rsidRDefault="0040181B" w:rsidP="0040181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5741">
              <w:rPr>
                <w:b/>
                <w:sz w:val="22"/>
                <w:szCs w:val="22"/>
                <w:lang w:eastAsia="en-US"/>
              </w:rPr>
              <w:t>Oddane do dysponowania przez inne podmioty</w:t>
            </w:r>
          </w:p>
          <w:p w14:paraId="64C38AB0" w14:textId="77777777" w:rsidR="0040181B" w:rsidRPr="00A15741" w:rsidRDefault="0040181B" w:rsidP="0040181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5741">
              <w:rPr>
                <w:b/>
                <w:sz w:val="22"/>
                <w:szCs w:val="22"/>
                <w:lang w:eastAsia="en-US"/>
              </w:rPr>
              <w:t>(tak/nie)</w:t>
            </w:r>
          </w:p>
        </w:tc>
      </w:tr>
      <w:bookmarkStart w:id="1" w:name="Tekst60"/>
      <w:tr w:rsidR="0040181B" w:rsidRPr="0040181B" w14:paraId="12BE0D6B" w14:textId="77777777" w:rsidTr="00A41138">
        <w:trPr>
          <w:trHeight w:val="4656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85B93B" w14:textId="77777777"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0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1"/>
          </w:p>
        </w:tc>
        <w:bookmarkStart w:id="2" w:name="Tekst61"/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1FD75D" w14:textId="77777777"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1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2"/>
          </w:p>
        </w:tc>
        <w:bookmarkStart w:id="3" w:name="Tekst62"/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95D6D7" w14:textId="77777777"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2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3"/>
          </w:p>
        </w:tc>
        <w:bookmarkStart w:id="4" w:name="Tekst63"/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5FB798" w14:textId="77777777"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3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4"/>
          </w:p>
        </w:tc>
        <w:bookmarkStart w:id="5" w:name="Tekst65"/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4C13129E" w14:textId="77777777"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5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5"/>
          </w:p>
        </w:tc>
      </w:tr>
    </w:tbl>
    <w:p w14:paraId="2015896E" w14:textId="77777777"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14:paraId="75460657" w14:textId="77777777" w:rsidR="000D0EA5" w:rsidRPr="001A4E2F" w:rsidRDefault="000D0EA5" w:rsidP="000D0EA5">
      <w:pPr>
        <w:jc w:val="both"/>
        <w:rPr>
          <w:color w:val="000000"/>
          <w:sz w:val="22"/>
          <w:szCs w:val="22"/>
        </w:rPr>
      </w:pPr>
      <w:r w:rsidRPr="001A4E2F">
        <w:rPr>
          <w:color w:val="000000"/>
          <w:sz w:val="22"/>
          <w:szCs w:val="22"/>
        </w:rPr>
        <w:t xml:space="preserve">Do wykazu </w:t>
      </w:r>
      <w:r w:rsidRPr="001A4E2F">
        <w:rPr>
          <w:b/>
          <w:color w:val="000000"/>
          <w:sz w:val="22"/>
          <w:szCs w:val="22"/>
          <w:u w:val="single"/>
        </w:rPr>
        <w:t>załączono dokumenty</w:t>
      </w:r>
      <w:r w:rsidRPr="001A4E2F">
        <w:rPr>
          <w:color w:val="000000"/>
          <w:sz w:val="22"/>
          <w:szCs w:val="22"/>
        </w:rPr>
        <w:t xml:space="preserve"> potwierdzające, że roboty te zostały wykonane należycie, w szczególności o tym, że roboty te zostały wykonane zgodnie z przepisami prawa budowlanego i prawidłowo ukończone.</w:t>
      </w:r>
      <w:r w:rsidRPr="001A4E2F">
        <w:rPr>
          <w:sz w:val="22"/>
          <w:szCs w:val="22"/>
        </w:rPr>
        <w:t xml:space="preserve"> </w:t>
      </w:r>
    </w:p>
    <w:p w14:paraId="1A6E3F74" w14:textId="77777777" w:rsidR="000D0EA5" w:rsidRPr="001A4E2F" w:rsidRDefault="000D0EA5" w:rsidP="000D0EA5">
      <w:pPr>
        <w:pStyle w:val="Tekstpodstawowywcity3"/>
        <w:spacing w:after="0"/>
        <w:ind w:left="0"/>
        <w:rPr>
          <w:b/>
          <w:sz w:val="22"/>
          <w:szCs w:val="22"/>
          <w:u w:val="single"/>
          <w:lang w:eastAsia="x-none"/>
        </w:rPr>
      </w:pPr>
    </w:p>
    <w:p w14:paraId="128504C2" w14:textId="77777777"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14:paraId="1414421F" w14:textId="77777777"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14:paraId="68396937" w14:textId="77777777" w:rsidR="00BC289A" w:rsidRPr="00B667EF" w:rsidRDefault="00B44214" w:rsidP="00BC289A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C289A" w:rsidRPr="00B667EF">
        <w:rPr>
          <w:sz w:val="24"/>
          <w:szCs w:val="24"/>
        </w:rPr>
        <w:tab/>
        <w:t xml:space="preserve">              </w:t>
      </w:r>
      <w:r w:rsidR="002549CC">
        <w:rPr>
          <w:sz w:val="24"/>
          <w:szCs w:val="24"/>
        </w:rPr>
        <w:t xml:space="preserve">     </w:t>
      </w:r>
      <w:r w:rsidR="00BC289A" w:rsidRPr="00B667EF">
        <w:rPr>
          <w:sz w:val="24"/>
          <w:szCs w:val="24"/>
        </w:rPr>
        <w:t xml:space="preserve"> ...............................................................</w:t>
      </w:r>
    </w:p>
    <w:p w14:paraId="7D864788" w14:textId="77777777" w:rsidR="002549CC" w:rsidRPr="00B667EF" w:rsidRDefault="002549CC" w:rsidP="004259E3">
      <w:pPr>
        <w:autoSpaceDE w:val="0"/>
        <w:autoSpaceDN w:val="0"/>
        <w:adjustRightInd w:val="0"/>
        <w:jc w:val="both"/>
      </w:pPr>
    </w:p>
    <w:p w14:paraId="23732378" w14:textId="77777777" w:rsidR="001A4E2F" w:rsidRPr="001A4E2F" w:rsidRDefault="001A4E2F" w:rsidP="001A4E2F">
      <w:pPr>
        <w:suppressAutoHyphens/>
        <w:autoSpaceDN w:val="0"/>
        <w:ind w:left="4956" w:firstLine="708"/>
        <w:jc w:val="both"/>
        <w:textAlignment w:val="baseline"/>
        <w:rPr>
          <w:bCs/>
          <w:color w:val="00000A"/>
          <w:kern w:val="3"/>
          <w:sz w:val="24"/>
          <w:lang w:eastAsia="zh-CN"/>
        </w:rPr>
      </w:pPr>
      <w:r w:rsidRPr="001A4E2F">
        <w:rPr>
          <w:bCs/>
          <w:color w:val="00000A"/>
          <w:kern w:val="3"/>
          <w:sz w:val="24"/>
          <w:lang w:eastAsia="zh-CN"/>
        </w:rPr>
        <w:t xml:space="preserve">  /podpisano elektronicznie/*</w:t>
      </w:r>
    </w:p>
    <w:p w14:paraId="13247E33" w14:textId="77777777" w:rsidR="001A4E2F" w:rsidRPr="001A4E2F" w:rsidRDefault="001A4E2F" w:rsidP="001A4E2F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</w:p>
    <w:p w14:paraId="7A0A2891" w14:textId="77777777" w:rsidR="001A4E2F" w:rsidRPr="001A4E2F" w:rsidRDefault="001A4E2F" w:rsidP="001A4E2F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  <w:r w:rsidRPr="001A4E2F">
        <w:rPr>
          <w:b/>
          <w:bCs/>
          <w:i/>
          <w:color w:val="00000A"/>
          <w:kern w:val="3"/>
          <w:lang w:eastAsia="zh-CN"/>
        </w:rPr>
        <w:t xml:space="preserve">* UWAGA: należy podpisać kwalifikowanym podpisem elektronicznym, podpisem zaufanym lub podpisem osobistym osoby uprawnionej do zaciągania zobowiązań w imieniu Wykonawcy. </w:t>
      </w:r>
    </w:p>
    <w:p w14:paraId="72C32BCC" w14:textId="77777777" w:rsidR="004259E3" w:rsidRPr="00B667EF" w:rsidRDefault="004259E3" w:rsidP="004259E3">
      <w:pPr>
        <w:autoSpaceDE w:val="0"/>
        <w:autoSpaceDN w:val="0"/>
        <w:adjustRightInd w:val="0"/>
        <w:jc w:val="both"/>
      </w:pPr>
    </w:p>
    <w:sectPr w:rsidR="004259E3" w:rsidRPr="00B667EF" w:rsidSect="002549CC">
      <w:pgSz w:w="11906" w:h="16838"/>
      <w:pgMar w:top="1134" w:right="991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10C3B3" w14:textId="77777777" w:rsidR="00CD6E89" w:rsidRDefault="00CD6E89">
      <w:r>
        <w:separator/>
      </w:r>
    </w:p>
  </w:endnote>
  <w:endnote w:type="continuationSeparator" w:id="0">
    <w:p w14:paraId="73B70F9B" w14:textId="77777777" w:rsidR="00CD6E89" w:rsidRDefault="00CD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42B51" w14:textId="77777777" w:rsidR="00CD6E89" w:rsidRDefault="00CD6E89">
      <w:r>
        <w:separator/>
      </w:r>
    </w:p>
  </w:footnote>
  <w:footnote w:type="continuationSeparator" w:id="0">
    <w:p w14:paraId="42291D4E" w14:textId="77777777" w:rsidR="00CD6E89" w:rsidRDefault="00CD6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B016D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DB964BA"/>
    <w:multiLevelType w:val="multilevel"/>
    <w:tmpl w:val="90AEFE48"/>
    <w:lvl w:ilvl="0">
      <w:start w:val="9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 w15:restartNumberingAfterBreak="0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F9"/>
    <w:rsid w:val="00003F43"/>
    <w:rsid w:val="00007B8D"/>
    <w:rsid w:val="00011339"/>
    <w:rsid w:val="00013ECD"/>
    <w:rsid w:val="0001635A"/>
    <w:rsid w:val="00023444"/>
    <w:rsid w:val="000316AA"/>
    <w:rsid w:val="00031FA0"/>
    <w:rsid w:val="00055538"/>
    <w:rsid w:val="000569E4"/>
    <w:rsid w:val="00061D47"/>
    <w:rsid w:val="0007119F"/>
    <w:rsid w:val="0009240A"/>
    <w:rsid w:val="00093275"/>
    <w:rsid w:val="0009465C"/>
    <w:rsid w:val="000A77B6"/>
    <w:rsid w:val="000B0CE1"/>
    <w:rsid w:val="000B13AD"/>
    <w:rsid w:val="000B4E62"/>
    <w:rsid w:val="000C087F"/>
    <w:rsid w:val="000D0EA5"/>
    <w:rsid w:val="000D34E2"/>
    <w:rsid w:val="000E1FA2"/>
    <w:rsid w:val="000E2FBF"/>
    <w:rsid w:val="000F1CDE"/>
    <w:rsid w:val="0010733C"/>
    <w:rsid w:val="001226BD"/>
    <w:rsid w:val="00130325"/>
    <w:rsid w:val="001371E0"/>
    <w:rsid w:val="00143677"/>
    <w:rsid w:val="001613B8"/>
    <w:rsid w:val="00161FB7"/>
    <w:rsid w:val="00176735"/>
    <w:rsid w:val="00177140"/>
    <w:rsid w:val="00177E1A"/>
    <w:rsid w:val="00191FDB"/>
    <w:rsid w:val="00193A5B"/>
    <w:rsid w:val="00194E71"/>
    <w:rsid w:val="001A4E2F"/>
    <w:rsid w:val="001A566E"/>
    <w:rsid w:val="001B069A"/>
    <w:rsid w:val="001B42F3"/>
    <w:rsid w:val="001E02B4"/>
    <w:rsid w:val="001E0C96"/>
    <w:rsid w:val="001E3478"/>
    <w:rsid w:val="001F212B"/>
    <w:rsid w:val="001F2D5C"/>
    <w:rsid w:val="002053CB"/>
    <w:rsid w:val="00212D38"/>
    <w:rsid w:val="00215739"/>
    <w:rsid w:val="00227CA4"/>
    <w:rsid w:val="002374BB"/>
    <w:rsid w:val="00237FE6"/>
    <w:rsid w:val="00253C65"/>
    <w:rsid w:val="002549CC"/>
    <w:rsid w:val="00263A40"/>
    <w:rsid w:val="00272C8D"/>
    <w:rsid w:val="00286C1E"/>
    <w:rsid w:val="0029112A"/>
    <w:rsid w:val="0029295D"/>
    <w:rsid w:val="00293CD0"/>
    <w:rsid w:val="00294486"/>
    <w:rsid w:val="00297F58"/>
    <w:rsid w:val="002A1D34"/>
    <w:rsid w:val="002A43DC"/>
    <w:rsid w:val="002D634E"/>
    <w:rsid w:val="002D75A7"/>
    <w:rsid w:val="002E7283"/>
    <w:rsid w:val="002E7FED"/>
    <w:rsid w:val="0030290A"/>
    <w:rsid w:val="00304D78"/>
    <w:rsid w:val="003101F9"/>
    <w:rsid w:val="00310DAB"/>
    <w:rsid w:val="00311376"/>
    <w:rsid w:val="00313802"/>
    <w:rsid w:val="00332546"/>
    <w:rsid w:val="003325D7"/>
    <w:rsid w:val="00342F66"/>
    <w:rsid w:val="00345251"/>
    <w:rsid w:val="0035782F"/>
    <w:rsid w:val="00370531"/>
    <w:rsid w:val="003727BE"/>
    <w:rsid w:val="003818A8"/>
    <w:rsid w:val="0038421D"/>
    <w:rsid w:val="0038688F"/>
    <w:rsid w:val="00387CAE"/>
    <w:rsid w:val="00394853"/>
    <w:rsid w:val="00397A2F"/>
    <w:rsid w:val="00397AAA"/>
    <w:rsid w:val="003A3230"/>
    <w:rsid w:val="003A40DD"/>
    <w:rsid w:val="003B0AC0"/>
    <w:rsid w:val="003B1007"/>
    <w:rsid w:val="003C7773"/>
    <w:rsid w:val="003D7BEE"/>
    <w:rsid w:val="0040181B"/>
    <w:rsid w:val="00421FF0"/>
    <w:rsid w:val="004259E3"/>
    <w:rsid w:val="00432E3A"/>
    <w:rsid w:val="00440DD3"/>
    <w:rsid w:val="004416E0"/>
    <w:rsid w:val="00443358"/>
    <w:rsid w:val="004443C8"/>
    <w:rsid w:val="00455565"/>
    <w:rsid w:val="00455CCB"/>
    <w:rsid w:val="00475C80"/>
    <w:rsid w:val="00483CC3"/>
    <w:rsid w:val="00487442"/>
    <w:rsid w:val="00493546"/>
    <w:rsid w:val="00495CBE"/>
    <w:rsid w:val="004A58A1"/>
    <w:rsid w:val="004A7D66"/>
    <w:rsid w:val="004B3AED"/>
    <w:rsid w:val="004E422F"/>
    <w:rsid w:val="0050538F"/>
    <w:rsid w:val="00511F62"/>
    <w:rsid w:val="0051210B"/>
    <w:rsid w:val="005273DB"/>
    <w:rsid w:val="00542BDC"/>
    <w:rsid w:val="00547112"/>
    <w:rsid w:val="0054795F"/>
    <w:rsid w:val="005521C1"/>
    <w:rsid w:val="00562DA1"/>
    <w:rsid w:val="005675CA"/>
    <w:rsid w:val="00576104"/>
    <w:rsid w:val="00577A18"/>
    <w:rsid w:val="00585521"/>
    <w:rsid w:val="00591C1D"/>
    <w:rsid w:val="005931F2"/>
    <w:rsid w:val="00593A53"/>
    <w:rsid w:val="00595743"/>
    <w:rsid w:val="005B6020"/>
    <w:rsid w:val="005B6C80"/>
    <w:rsid w:val="005D1FEC"/>
    <w:rsid w:val="005D7CC9"/>
    <w:rsid w:val="005E1AD4"/>
    <w:rsid w:val="005F09DC"/>
    <w:rsid w:val="00602C8A"/>
    <w:rsid w:val="00605AFF"/>
    <w:rsid w:val="00610900"/>
    <w:rsid w:val="006346FB"/>
    <w:rsid w:val="00635B38"/>
    <w:rsid w:val="006436D7"/>
    <w:rsid w:val="00644D7F"/>
    <w:rsid w:val="0064765B"/>
    <w:rsid w:val="00653BD9"/>
    <w:rsid w:val="006616B7"/>
    <w:rsid w:val="00672E0E"/>
    <w:rsid w:val="00676EFA"/>
    <w:rsid w:val="00694AF1"/>
    <w:rsid w:val="006B656A"/>
    <w:rsid w:val="006B6719"/>
    <w:rsid w:val="006C79BA"/>
    <w:rsid w:val="006E476B"/>
    <w:rsid w:val="006E4D02"/>
    <w:rsid w:val="006F14BE"/>
    <w:rsid w:val="006F24BC"/>
    <w:rsid w:val="006F4645"/>
    <w:rsid w:val="006F66D1"/>
    <w:rsid w:val="00706AED"/>
    <w:rsid w:val="007143BC"/>
    <w:rsid w:val="00716C24"/>
    <w:rsid w:val="007273CD"/>
    <w:rsid w:val="00750868"/>
    <w:rsid w:val="00751E67"/>
    <w:rsid w:val="00753247"/>
    <w:rsid w:val="00753353"/>
    <w:rsid w:val="007547F3"/>
    <w:rsid w:val="00763818"/>
    <w:rsid w:val="0077699C"/>
    <w:rsid w:val="00782DAD"/>
    <w:rsid w:val="0078693E"/>
    <w:rsid w:val="00793E82"/>
    <w:rsid w:val="007A13FF"/>
    <w:rsid w:val="007A50E6"/>
    <w:rsid w:val="007B1B36"/>
    <w:rsid w:val="007C13EF"/>
    <w:rsid w:val="007D5303"/>
    <w:rsid w:val="007E174F"/>
    <w:rsid w:val="007E2EF3"/>
    <w:rsid w:val="007E5CA2"/>
    <w:rsid w:val="007F51F3"/>
    <w:rsid w:val="00803631"/>
    <w:rsid w:val="00805800"/>
    <w:rsid w:val="008146C8"/>
    <w:rsid w:val="008313C3"/>
    <w:rsid w:val="008379BD"/>
    <w:rsid w:val="008475CB"/>
    <w:rsid w:val="00847F48"/>
    <w:rsid w:val="008561E5"/>
    <w:rsid w:val="00864B8E"/>
    <w:rsid w:val="008678D3"/>
    <w:rsid w:val="00867EE1"/>
    <w:rsid w:val="00884F0D"/>
    <w:rsid w:val="008A1F33"/>
    <w:rsid w:val="008A61AA"/>
    <w:rsid w:val="008D4FC5"/>
    <w:rsid w:val="009054EC"/>
    <w:rsid w:val="00906AEE"/>
    <w:rsid w:val="00910FC0"/>
    <w:rsid w:val="0091756D"/>
    <w:rsid w:val="009205CE"/>
    <w:rsid w:val="00926BD7"/>
    <w:rsid w:val="00930178"/>
    <w:rsid w:val="0093512F"/>
    <w:rsid w:val="009351A2"/>
    <w:rsid w:val="009469FF"/>
    <w:rsid w:val="00947F67"/>
    <w:rsid w:val="009601B0"/>
    <w:rsid w:val="009612D2"/>
    <w:rsid w:val="009621F9"/>
    <w:rsid w:val="009647EA"/>
    <w:rsid w:val="00966F69"/>
    <w:rsid w:val="00992B44"/>
    <w:rsid w:val="009C21A3"/>
    <w:rsid w:val="009C534A"/>
    <w:rsid w:val="009D4951"/>
    <w:rsid w:val="009D741C"/>
    <w:rsid w:val="009E0705"/>
    <w:rsid w:val="009E7E67"/>
    <w:rsid w:val="00A006FD"/>
    <w:rsid w:val="00A0487B"/>
    <w:rsid w:val="00A06E96"/>
    <w:rsid w:val="00A14A51"/>
    <w:rsid w:val="00A15741"/>
    <w:rsid w:val="00A17CD2"/>
    <w:rsid w:val="00A22B84"/>
    <w:rsid w:val="00A302D9"/>
    <w:rsid w:val="00A31383"/>
    <w:rsid w:val="00A31BA6"/>
    <w:rsid w:val="00A31C96"/>
    <w:rsid w:val="00A41138"/>
    <w:rsid w:val="00A54D79"/>
    <w:rsid w:val="00A720B5"/>
    <w:rsid w:val="00A763AF"/>
    <w:rsid w:val="00A77CA4"/>
    <w:rsid w:val="00A81CB7"/>
    <w:rsid w:val="00A83E91"/>
    <w:rsid w:val="00A85836"/>
    <w:rsid w:val="00A92B98"/>
    <w:rsid w:val="00AA0D93"/>
    <w:rsid w:val="00AA28B9"/>
    <w:rsid w:val="00AC02A1"/>
    <w:rsid w:val="00AC6314"/>
    <w:rsid w:val="00AD64FE"/>
    <w:rsid w:val="00AD7D4B"/>
    <w:rsid w:val="00AE4307"/>
    <w:rsid w:val="00AF01D2"/>
    <w:rsid w:val="00B042C3"/>
    <w:rsid w:val="00B13F4E"/>
    <w:rsid w:val="00B167DD"/>
    <w:rsid w:val="00B228CA"/>
    <w:rsid w:val="00B37C30"/>
    <w:rsid w:val="00B44214"/>
    <w:rsid w:val="00B522A9"/>
    <w:rsid w:val="00B52687"/>
    <w:rsid w:val="00B57DF8"/>
    <w:rsid w:val="00B667EF"/>
    <w:rsid w:val="00B815BF"/>
    <w:rsid w:val="00B81ED5"/>
    <w:rsid w:val="00BA2139"/>
    <w:rsid w:val="00BA2EBA"/>
    <w:rsid w:val="00BC289A"/>
    <w:rsid w:val="00BC5830"/>
    <w:rsid w:val="00BE2C1A"/>
    <w:rsid w:val="00BE3D77"/>
    <w:rsid w:val="00BE6399"/>
    <w:rsid w:val="00BE768B"/>
    <w:rsid w:val="00BF3298"/>
    <w:rsid w:val="00C00F1C"/>
    <w:rsid w:val="00C1709D"/>
    <w:rsid w:val="00C21A7D"/>
    <w:rsid w:val="00C32040"/>
    <w:rsid w:val="00C32363"/>
    <w:rsid w:val="00C33231"/>
    <w:rsid w:val="00C365D2"/>
    <w:rsid w:val="00C479C8"/>
    <w:rsid w:val="00C641C2"/>
    <w:rsid w:val="00C679B8"/>
    <w:rsid w:val="00C701ED"/>
    <w:rsid w:val="00C77B33"/>
    <w:rsid w:val="00C919EC"/>
    <w:rsid w:val="00C946A0"/>
    <w:rsid w:val="00CA682E"/>
    <w:rsid w:val="00CA74CE"/>
    <w:rsid w:val="00CA7FD6"/>
    <w:rsid w:val="00CC11EE"/>
    <w:rsid w:val="00CD11E9"/>
    <w:rsid w:val="00CD4EEB"/>
    <w:rsid w:val="00CD6E89"/>
    <w:rsid w:val="00CD75B6"/>
    <w:rsid w:val="00CD7AD6"/>
    <w:rsid w:val="00CE0DAA"/>
    <w:rsid w:val="00CE7997"/>
    <w:rsid w:val="00CF2C33"/>
    <w:rsid w:val="00CF771E"/>
    <w:rsid w:val="00D108CC"/>
    <w:rsid w:val="00D30A6B"/>
    <w:rsid w:val="00D61D6A"/>
    <w:rsid w:val="00D6284C"/>
    <w:rsid w:val="00D74792"/>
    <w:rsid w:val="00D74DB7"/>
    <w:rsid w:val="00D91575"/>
    <w:rsid w:val="00DA13CC"/>
    <w:rsid w:val="00DC11FB"/>
    <w:rsid w:val="00DC140A"/>
    <w:rsid w:val="00DD1496"/>
    <w:rsid w:val="00DD2CC4"/>
    <w:rsid w:val="00DD30ED"/>
    <w:rsid w:val="00E04EF0"/>
    <w:rsid w:val="00E10658"/>
    <w:rsid w:val="00E42E64"/>
    <w:rsid w:val="00E452B2"/>
    <w:rsid w:val="00E53C13"/>
    <w:rsid w:val="00E62B85"/>
    <w:rsid w:val="00E679AA"/>
    <w:rsid w:val="00E75972"/>
    <w:rsid w:val="00E80132"/>
    <w:rsid w:val="00E82C6D"/>
    <w:rsid w:val="00E8622A"/>
    <w:rsid w:val="00E87F98"/>
    <w:rsid w:val="00EA3DD6"/>
    <w:rsid w:val="00EB16A5"/>
    <w:rsid w:val="00EC5BE9"/>
    <w:rsid w:val="00EC77F4"/>
    <w:rsid w:val="00ED1457"/>
    <w:rsid w:val="00ED162E"/>
    <w:rsid w:val="00ED34D9"/>
    <w:rsid w:val="00ED60A1"/>
    <w:rsid w:val="00ED633D"/>
    <w:rsid w:val="00EE0301"/>
    <w:rsid w:val="00EE0856"/>
    <w:rsid w:val="00EE3EFB"/>
    <w:rsid w:val="00F03847"/>
    <w:rsid w:val="00F1145A"/>
    <w:rsid w:val="00F11516"/>
    <w:rsid w:val="00F3557F"/>
    <w:rsid w:val="00F4557C"/>
    <w:rsid w:val="00F479FB"/>
    <w:rsid w:val="00F62A76"/>
    <w:rsid w:val="00F64261"/>
    <w:rsid w:val="00F67009"/>
    <w:rsid w:val="00F86D5E"/>
    <w:rsid w:val="00FA2AC8"/>
    <w:rsid w:val="00FA6F5B"/>
    <w:rsid w:val="00FC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B0DA87"/>
  <w14:defaultImageDpi w14:val="0"/>
  <w15:docId w15:val="{4B29D85C-4A00-492C-9058-469FB3C7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right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561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C28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C289A"/>
    <w:rPr>
      <w:rFonts w:cs="Times New Roman"/>
      <w:lang w:val="pl-PL" w:eastAsia="pl-PL" w:bidi="ar-SA"/>
    </w:rPr>
  </w:style>
  <w:style w:type="paragraph" w:customStyle="1" w:styleId="ZnakZnakZnakZnak">
    <w:name w:val="Znak Znak Znak Znak"/>
    <w:basedOn w:val="Normalny"/>
    <w:uiPriority w:val="99"/>
    <w:rsid w:val="00003F43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38688F"/>
    <w:rPr>
      <w:sz w:val="24"/>
      <w:szCs w:val="24"/>
    </w:rPr>
  </w:style>
  <w:style w:type="paragraph" w:styleId="Bezodstpw">
    <w:name w:val="No Spacing"/>
    <w:uiPriority w:val="1"/>
    <w:qFormat/>
    <w:rsid w:val="006B6719"/>
    <w:pPr>
      <w:spacing w:after="0" w:line="240" w:lineRule="auto"/>
    </w:pPr>
    <w:rPr>
      <w:rFonts w:ascii="Calibri" w:hAnsi="Calibri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2FB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E2FBF"/>
    <w:rPr>
      <w:rFonts w:cs="Times New Roman"/>
      <w:sz w:val="16"/>
      <w:szCs w:val="16"/>
      <w:lang w:val="x-none" w:eastAsia="x-none"/>
    </w:rPr>
  </w:style>
  <w:style w:type="paragraph" w:customStyle="1" w:styleId="Standard">
    <w:name w:val="Standard"/>
    <w:qFormat/>
    <w:rsid w:val="000D0EA5"/>
    <w:pPr>
      <w:suppressAutoHyphens/>
      <w:autoSpaceDN w:val="0"/>
      <w:spacing w:after="0" w:line="240" w:lineRule="auto"/>
    </w:pPr>
    <w:rPr>
      <w:color w:val="00000A"/>
      <w:kern w:val="3"/>
      <w:sz w:val="20"/>
      <w:szCs w:val="20"/>
      <w:lang w:eastAsia="zh-CN"/>
    </w:rPr>
  </w:style>
  <w:style w:type="paragraph" w:customStyle="1" w:styleId="ZnakZnakZnakZnak1ZnakZnak">
    <w:name w:val="Znak Znak Znak Znak1 Znak Znak"/>
    <w:basedOn w:val="Normalny"/>
    <w:rsid w:val="00716C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34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2AE77704</Template>
  <TotalTime>20</TotalTime>
  <Pages>1</Pages>
  <Words>151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Joanna Misiurek</Company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Joanna Misiurek</dc:creator>
  <cp:keywords/>
  <dc:description/>
  <cp:lastModifiedBy>Konto Microsoft</cp:lastModifiedBy>
  <cp:revision>27</cp:revision>
  <cp:lastPrinted>2021-05-18T09:48:00Z</cp:lastPrinted>
  <dcterms:created xsi:type="dcterms:W3CDTF">2021-03-05T10:20:00Z</dcterms:created>
  <dcterms:modified xsi:type="dcterms:W3CDTF">2025-07-02T08:01:00Z</dcterms:modified>
</cp:coreProperties>
</file>